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98" w:rsidRDefault="0086698E">
      <w:bookmarkStart w:id="0" w:name="_GoBack"/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4603115</wp:posOffset>
            </wp:positionH>
            <wp:positionV relativeFrom="paragraph">
              <wp:posOffset>5257800</wp:posOffset>
            </wp:positionV>
            <wp:extent cx="2092325" cy="1400175"/>
            <wp:effectExtent l="0" t="0" r="3175" b="9525"/>
            <wp:wrapTight wrapText="bothSides">
              <wp:wrapPolygon edited="0">
                <wp:start x="0" y="0"/>
                <wp:lineTo x="0" y="21453"/>
                <wp:lineTo x="21436" y="21453"/>
                <wp:lineTo x="21436" y="0"/>
                <wp:lineTo x="0" y="0"/>
              </wp:wrapPolygon>
            </wp:wrapTight>
            <wp:docPr id="11" name="rg_hi" descr="http://t1.gstatic.com/images?q=tbn:ANd9GcSyFyKojpkzTsM2iS5ceF0kDwHxqWdslLhpfGomjHTDllTrIEG_:upload.wikimedia.org/wikipedia/commons/1/1e/Nineveh_Adad_gate_exterior_entrance_far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yFyKojpkzTsM2iS5ceF0kDwHxqWdslLhpfGomjHTDllTrIEG_:upload.wikimedia.org/wikipedia/commons/1/1e/Nineveh_Adad_gate_exterior_entrance_far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E36D5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6600825</wp:posOffset>
            </wp:positionV>
            <wp:extent cx="2743200" cy="1666875"/>
            <wp:effectExtent l="0" t="0" r="0" b="9525"/>
            <wp:wrapTight wrapText="bothSides">
              <wp:wrapPolygon edited="0">
                <wp:start x="0" y="0"/>
                <wp:lineTo x="0" y="21477"/>
                <wp:lineTo x="21450" y="21477"/>
                <wp:lineTo x="21450" y="0"/>
                <wp:lineTo x="0" y="0"/>
              </wp:wrapPolygon>
            </wp:wrapTight>
            <wp:docPr id="10" name="rg_hi" descr="http://t1.gstatic.com/images?q=tbn:ANd9GcRs7FQuSgWvs9c4cDqlHZr0jlCyE5f13BVNnfct4B2-homjhg33mQ:www.atlastours.net/iraq/nineveh_walls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s7FQuSgWvs9c4cDqlHZr0jlCyE5f13BVNnfct4B2-homjhg33mQ:www.atlastours.net/iraq/nineveh_walls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1675765</wp:posOffset>
            </wp:positionH>
            <wp:positionV relativeFrom="paragraph">
              <wp:posOffset>4686300</wp:posOffset>
            </wp:positionV>
            <wp:extent cx="2830830" cy="1866900"/>
            <wp:effectExtent l="0" t="0" r="7620" b="0"/>
            <wp:wrapTight wrapText="bothSides">
              <wp:wrapPolygon edited="0">
                <wp:start x="0" y="0"/>
                <wp:lineTo x="0" y="21380"/>
                <wp:lineTo x="21513" y="21380"/>
                <wp:lineTo x="21513" y="0"/>
                <wp:lineTo x="0" y="0"/>
              </wp:wrapPolygon>
            </wp:wrapTight>
            <wp:docPr id="9" name="rg_hi" descr="http://t3.gstatic.com/images?q=tbn:ANd9GcSPkvljAvrNqRHp2FkBfu_sYZHFSuLgkfORUqT2vrk_Co72W1qk:eoren.myweb.usf.edu/Images/Mesopotamiamappag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PkvljAvrNqRHp2FkBfu_sYZHFSuLgkfORUqT2vrk_Co72W1qk:eoren.myweb.usf.edu/Images/Mesopotamiamappage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4685665</wp:posOffset>
            </wp:positionV>
            <wp:extent cx="2074545" cy="3724275"/>
            <wp:effectExtent l="0" t="0" r="1905" b="9525"/>
            <wp:wrapTight wrapText="bothSides">
              <wp:wrapPolygon edited="0">
                <wp:start x="0" y="0"/>
                <wp:lineTo x="0" y="21545"/>
                <wp:lineTo x="21421" y="21545"/>
                <wp:lineTo x="21421" y="0"/>
                <wp:lineTo x="0" y="0"/>
              </wp:wrapPolygon>
            </wp:wrapTight>
            <wp:docPr id="8" name="rg_hi" descr="http://t1.gstatic.com/images?q=tbn:ANd9GcSmjHwzyWv_9JpOCLGUDs0U2ZkLlj8qxFN-YHVLFHgmurcjjxTIsQ:i20.photobucket.com/albums/b201/Jeal0usyLoVsMe/Required%2520Images%2520-%2520Art%2520232/hammurabi-code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mjHwzyWv_9JpOCLGUDs0U2ZkLlj8qxFN-YHVLFHgmurcjjxTIsQ:i20.photobucket.com/albums/b201/Jeal0usyLoVsMe/Required%2520Images%2520-%2520Art%2520232/hammurabi-code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4545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3524250</wp:posOffset>
            </wp:positionV>
            <wp:extent cx="216154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21" y="21346"/>
                <wp:lineTo x="21321" y="0"/>
                <wp:lineTo x="0" y="0"/>
              </wp:wrapPolygon>
            </wp:wrapTight>
            <wp:docPr id="7" name="rg_hi" descr="http://t2.gstatic.com/images?q=tbn:ANd9GcStCOd0SO4RqwGHAyE6a4ZQz0J3jFgRN5tNoRcefxxvLmEYPpZW:www.alexandriaarchive.org/opencontext/iraq_ghf/ur_standard/ur_standard_1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tCOd0SO4RqwGHAyE6a4ZQz0J3jFgRN5tNoRcefxxvLmEYPpZW:www.alexandriaarchive.org/opencontext/iraq_ghf/ur_standard/ur_standard_1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4600575</wp:posOffset>
            </wp:positionH>
            <wp:positionV relativeFrom="paragraph">
              <wp:posOffset>1771650</wp:posOffset>
            </wp:positionV>
            <wp:extent cx="220980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414" y="21352"/>
                <wp:lineTo x="21414" y="0"/>
                <wp:lineTo x="0" y="0"/>
              </wp:wrapPolygon>
            </wp:wrapTight>
            <wp:docPr id="6" name="rg_hi" descr="http://t3.gstatic.com/images?q=tbn:ANd9GcQtMvYj0ZMq5NMVT8eUJFFam477yUXXGxhyhUzgCZKnj4l4RTlG1w:hentz-humanities-wiki.wikispaces.com/file/view/irrigation.jpg/176672595/irrigation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tMvYj0ZMq5NMVT8eUJFFam477yUXXGxhyhUzgCZKnj4l4RTlG1w:hentz-humanities-wiki.wikispaces.com/file/view/irrigation.jpg/176672595/irrigation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2714625</wp:posOffset>
            </wp:positionV>
            <wp:extent cx="2108200" cy="1571625"/>
            <wp:effectExtent l="0" t="0" r="6350" b="9525"/>
            <wp:wrapTight wrapText="bothSides">
              <wp:wrapPolygon edited="0">
                <wp:start x="0" y="0"/>
                <wp:lineTo x="0" y="21469"/>
                <wp:lineTo x="21470" y="21469"/>
                <wp:lineTo x="21470" y="0"/>
                <wp:lineTo x="0" y="0"/>
              </wp:wrapPolygon>
            </wp:wrapTight>
            <wp:docPr id="5" name="Picture 5" descr="http://jaydambrosio.tripod.com/ur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jaydambrosio.tripod.com/ur_0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2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rFonts w:ascii="Arial" w:hAnsi="Arial" w:cs="Arial"/>
          <w:noProof/>
          <w:color w:val="1122CC"/>
          <w:sz w:val="27"/>
          <w:szCs w:val="27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-553085</wp:posOffset>
            </wp:positionH>
            <wp:positionV relativeFrom="paragraph">
              <wp:posOffset>2647950</wp:posOffset>
            </wp:positionV>
            <wp:extent cx="2790825" cy="1982470"/>
            <wp:effectExtent l="0" t="0" r="9525" b="0"/>
            <wp:wrapTight wrapText="bothSides">
              <wp:wrapPolygon edited="0">
                <wp:start x="0" y="0"/>
                <wp:lineTo x="0" y="21379"/>
                <wp:lineTo x="21526" y="21379"/>
                <wp:lineTo x="21526" y="0"/>
                <wp:lineTo x="0" y="0"/>
              </wp:wrapPolygon>
            </wp:wrapTight>
            <wp:docPr id="4" name="rg_hi" descr="http://t1.gstatic.com/images?q=tbn:ANd9GcSon23HQ1oRu_Qg56X8eKFfOnU6b6ogSZXCHjBR5h8OKBik4g2Z:ferrelljenkins.files.wordpress.com/2010/04/ziggurat_ur_joshmcfall_sept26-2005_flicker_46769923_a35c9ac3b5_o1sm1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on23HQ1oRu_Qg56X8eKFfOnU6b6ogSZXCHjBR5h8OKBik4g2Z:ferrelljenkins.files.wordpress.com/2010/04/ziggurat_ur_joshmcfall_sept26-2005_flicker_46769923_a35c9ac3b5_o1sm1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4667250</wp:posOffset>
            </wp:positionH>
            <wp:positionV relativeFrom="paragraph">
              <wp:posOffset>-666750</wp:posOffset>
            </wp:positionV>
            <wp:extent cx="2143125" cy="2352675"/>
            <wp:effectExtent l="0" t="0" r="9525" b="9525"/>
            <wp:wrapTight wrapText="bothSides">
              <wp:wrapPolygon edited="0">
                <wp:start x="0" y="0"/>
                <wp:lineTo x="0" y="21513"/>
                <wp:lineTo x="21504" y="21513"/>
                <wp:lineTo x="21504" y="0"/>
                <wp:lineTo x="0" y="0"/>
              </wp:wrapPolygon>
            </wp:wrapTight>
            <wp:docPr id="3" name="rg_hi" descr="http://t0.gstatic.com/images?q=tbn:ANd9GcTWXEM5mI5Q0cWRzAtzFyQMTCpQZYM2aF5vVL5gm7rQuKqYqOFiQw:dwellingintheword.files.wordpress.com/2011/03/babylonian_chronicle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WXEM5mI5Q0cWRzAtzFyQMTCpQZYM2aF5vVL5gm7rQuKqYqOFiQw:dwellingintheword.files.wordpress.com/2011/03/babylonian_chronicle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2343150</wp:posOffset>
            </wp:positionH>
            <wp:positionV relativeFrom="paragraph">
              <wp:posOffset>-666750</wp:posOffset>
            </wp:positionV>
            <wp:extent cx="2228850" cy="3217545"/>
            <wp:effectExtent l="0" t="0" r="0" b="1905"/>
            <wp:wrapTight wrapText="bothSides">
              <wp:wrapPolygon edited="0">
                <wp:start x="0" y="0"/>
                <wp:lineTo x="0" y="21485"/>
                <wp:lineTo x="21415" y="21485"/>
                <wp:lineTo x="21415" y="0"/>
                <wp:lineTo x="0" y="0"/>
              </wp:wrapPolygon>
            </wp:wrapTight>
            <wp:docPr id="2" name="rg_hi" descr="http://t0.gstatic.com/images?q=tbn:ANd9GcS-0urUqR2g2FCDBO7L7MUL-xUJbfzUxAfgxhCxMnKFk55-I0cX:farm3.static.flickr.com/2298/1767401146_2ff6e8c5d5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0urUqR2g2FCDBO7L7MUL-xUJbfzUxAfgxhCxMnKFk55-I0cX:farm3.static.flickr.com/2298/1767401146_2ff6e8c5d5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21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50F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-495300</wp:posOffset>
            </wp:positionH>
            <wp:positionV relativeFrom="paragraph">
              <wp:posOffset>-666750</wp:posOffset>
            </wp:positionV>
            <wp:extent cx="2733675" cy="3245485"/>
            <wp:effectExtent l="0" t="0" r="9525" b="0"/>
            <wp:wrapTight wrapText="bothSides">
              <wp:wrapPolygon edited="0">
                <wp:start x="0" y="0"/>
                <wp:lineTo x="0" y="21427"/>
                <wp:lineTo x="21525" y="21427"/>
                <wp:lineTo x="21525" y="0"/>
                <wp:lineTo x="0" y="0"/>
              </wp:wrapPolygon>
            </wp:wrapTight>
            <wp:docPr id="1" name="Picture 1" descr="http://ancientneareast.tripod.com/IMAGES/Babylon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ncientneareast.tripod.com/IMAGES/Babylon-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324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1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0F"/>
    <w:rsid w:val="001F750F"/>
    <w:rsid w:val="007E36D5"/>
    <w:rsid w:val="0086698E"/>
    <w:rsid w:val="00941E98"/>
    <w:rsid w:val="00FE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5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5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/imgres?q=mesopotamia+wheeled+vehicles&amp;hl=en&amp;safe=active&amp;gbv=2&amp;biw=1440&amp;bih=710&amp;tbm=isch&amp;tbnid=KPGCUa7UQrxHyM:&amp;imgrefurl=http://mathildasanthropologyblog.wordpress.com/2009/02/08/proto-semitic-dating-and-locating-it/&amp;docid=veYU_54-OX4PWM&amp;imgurl=http://www.alexandriaarchive.org/opencontext/iraq_ghf/ur_standard/ur_standard_1.jpg&amp;w=3264&amp;h=2448&amp;ei=IAcGT6aWNafa0QG_pLy7CA&amp;zoom=1" TargetMode="External"/><Relationship Id="rId18" Type="http://schemas.openxmlformats.org/officeDocument/2006/relationships/hyperlink" Target="http://www.google.com/imgres?q=Ur&amp;hl=en&amp;safe=active&amp;gbv=2&amp;biw=1440&amp;bih=710&amp;tbm=isch&amp;tbnid=xxuhEga78aOQEM:&amp;imgrefurl=http://ferrelljenkins.wordpress.com/2010/09/15/the-ziggurat-at-ur/&amp;docid=Ojx9_8oFfd3xGM&amp;imgurl=http://ferrelljenkins.files.wordpress.com/2010/04/ziggurat_ur_joshmcfall_sept26-2005_flicker_46769923_a35c9ac3b5_o1sm1.jpg&amp;w=1024&amp;h=728&amp;ei=aAUGT_TmKsfc0QGQocHKAg&amp;zoom=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hyperlink" Target="http://www.google.com/imgres?q=Nineveh&amp;hl=en&amp;safe=active&amp;biw=1440&amp;bih=710&amp;gbv=2&amp;tbm=isch&amp;tbnid=F3m1_MFK5TWH-M:&amp;imgrefurl=http://www.atlastours.net/iraq/nineveh.html&amp;docid=27wEJcHn4En_NM&amp;imgurl=http://www.atlastours.net/iraq/nineveh_walls.jpg&amp;w=600&amp;h=364&amp;ei=1EgHT-aZKuPq0gGe25npAw&amp;zoom=1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hyperlink" Target="http://www.google.com/imgres?q=Babylon&amp;hl=en&amp;safe=active&amp;biw=1440&amp;bih=710&amp;gbv=2&amp;tbm=isch&amp;tbnid=2iNU57yC9-zEqM:&amp;imgrefurl=http://dwellingintheword.wordpress.com/2011/03/17/489-2-kings-24/&amp;docid=Lsnon1ufj3oTsM&amp;imgurl=http://dwellingintheword.files.wordpress.com/2011/03/babylonian_chronicle.jpg&amp;w=300&amp;h=300&amp;ei=iwQGT4CAIojf0QHVgrTIAg&amp;zoom=1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imgres?q=Hammurabi's+Code+of+Law&amp;hl=en&amp;safe=active&amp;gbv=2&amp;biw=1440&amp;bih=710&amp;tbm=isch&amp;tbnid=7l1NKk3Iu5dUKM:&amp;imgrefurl=http://s20.photobucket.com/albums/b201/Jeal0usyLoVsMe/Required%20Images%20-%20Art%20232/?action=view&amp;current=hammurabi-code.jpg&amp;newest=1&amp;docid=5FMjBryxZSQfwM&amp;imgurl=http://i20.photobucket.com/albums/b201/Jeal0usyLoVsMe/Required%20Images%20-%20Art%20232/hammurabi-code.jpg&amp;w=350&amp;h=650&amp;ei=iAcGT9_eFYTW0QHduJSoDA&amp;zoom=1" TargetMode="External"/><Relationship Id="rId24" Type="http://schemas.openxmlformats.org/officeDocument/2006/relationships/image" Target="media/image11.jpeg"/><Relationship Id="rId5" Type="http://schemas.openxmlformats.org/officeDocument/2006/relationships/hyperlink" Target="http://www.google.com/imgres?q=Nineveh&amp;hl=en&amp;safe=active&amp;biw=1440&amp;bih=710&amp;gbv=2&amp;tbm=isch&amp;tbnid=W08lXPf8n5gXdM:&amp;imgrefurl=http://en.wikipedia.org/wiki/File:Nineveh_Adad_gate_exterior_entrance_far2.JPG&amp;docid=Oz5cBKNH584isM&amp;imgurl=http://upload.wikimedia.org/wikipedia/commons/1/1e/Nineveh_Adad_gate_exterior_entrance_far2.JPG&amp;w=1260&amp;h=843&amp;ei=1EgHT-aZKuPq0gGe25npAw&amp;zoom=1" TargetMode="External"/><Relationship Id="rId15" Type="http://schemas.openxmlformats.org/officeDocument/2006/relationships/hyperlink" Target="http://www.google.com/imgres?q=mesopotamia+irrigation&amp;hl=en&amp;safe=active&amp;gbv=2&amp;biw=1440&amp;bih=710&amp;tbm=isch&amp;tbnid=z38DiXCoos4fkM:&amp;imgrefurl=http://hentz-humanities-wiki.wikispaces.com/SAPC&amp;docid=kv-5RDExbC13pM&amp;imgurl=http://hentz-humanities-wiki.wikispaces.com/file/view/irrigation.jpg/176672595/irrigation.jpg&amp;w=291&amp;h=218&amp;ei=8gYGT73QK8Lu0gHgqsGXAg&amp;zoom=1" TargetMode="External"/><Relationship Id="rId23" Type="http://schemas.openxmlformats.org/officeDocument/2006/relationships/image" Target="media/image10.jpe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q=Map+of+Mesopotamia+with+labels&amp;hl=en&amp;safe=active&amp;gbv=2&amp;biw=1440&amp;bih=710&amp;tbm=isch&amp;tbnid=nmgj2VUIPArVsM:&amp;imgrefurl=http://www.myspace.com/loganpistolpacka/blog&amp;docid=SVzRfs9zz-6ZvM&amp;imgurl=http://eoren.myweb.usf.edu/Images/Mesopotamiamappage.jpg&amp;w=700&amp;h=463&amp;ei=7QcGT4vrCar10gHr1bmFBg&amp;zoom=1" TargetMode="External"/><Relationship Id="rId14" Type="http://schemas.openxmlformats.org/officeDocument/2006/relationships/image" Target="media/image5.jpeg"/><Relationship Id="rId22" Type="http://schemas.openxmlformats.org/officeDocument/2006/relationships/hyperlink" Target="http://www.google.com/imgres?q=Babylon&amp;hl=en&amp;safe=active&amp;biw=1440&amp;bih=710&amp;gbv=2&amp;tbm=isch&amp;tbnid=hzAsUZQxIvEcoM:&amp;imgrefurl=http://www.flickriver.com/photos/tags/babil%C3%B4nia/interesting/&amp;docid=UOwxvPHy0gZDpM&amp;imgurl=http://farm3.static.flickr.com/2298/1767401146_2ff6e8c5d5.jpg&amp;w=293&amp;h=423&amp;ei=iwQGT4CAIojf0QHVgrTIAg&amp;zoom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3883A918.dotm</Template>
  <TotalTime>19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4</cp:revision>
  <dcterms:created xsi:type="dcterms:W3CDTF">2012-01-05T20:11:00Z</dcterms:created>
  <dcterms:modified xsi:type="dcterms:W3CDTF">2012-01-06T19:19:00Z</dcterms:modified>
</cp:coreProperties>
</file>